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F4" w:rsidRDefault="00BA5EF4" w:rsidP="0057439D">
      <w:pPr>
        <w:rPr>
          <w:i/>
          <w:sz w:val="28"/>
          <w:szCs w:val="28"/>
          <w:lang w:val="uk-UA"/>
        </w:rPr>
      </w:pPr>
    </w:p>
    <w:p w:rsidR="00BA5EF4" w:rsidRPr="004C6DD7" w:rsidRDefault="00BA5EF4" w:rsidP="0057439D">
      <w:pPr>
        <w:rPr>
          <w:i/>
          <w:sz w:val="28"/>
          <w:szCs w:val="28"/>
          <w:lang w:val="en-US"/>
        </w:rPr>
      </w:pPr>
    </w:p>
    <w:p w:rsidR="00BA5EF4" w:rsidRPr="008D3CA8" w:rsidRDefault="00BA5EF4" w:rsidP="004C6DD7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BB51CF">
        <w:rPr>
          <w:i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pt;visibility:visible">
            <v:imagedata r:id="rId7" o:title=""/>
          </v:shape>
        </w:pict>
      </w:r>
    </w:p>
    <w:p w:rsidR="00BA5EF4" w:rsidRPr="008D3CA8" w:rsidRDefault="00BA5EF4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КРИВОРІЗЬКА МІСЬКА РАДА</w:t>
      </w:r>
    </w:p>
    <w:p w:rsidR="00BA5EF4" w:rsidRPr="008D3CA8" w:rsidRDefault="00BA5EF4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ВИКОНАВЧИЙ  КОМІТЕТ</w:t>
      </w:r>
    </w:p>
    <w:p w:rsidR="00BA5EF4" w:rsidRPr="008D3CA8" w:rsidRDefault="00BA5EF4" w:rsidP="004C6DD7">
      <w:pPr>
        <w:jc w:val="center"/>
        <w:rPr>
          <w:b/>
          <w:bCs/>
          <w:i/>
          <w:iCs/>
        </w:rPr>
      </w:pPr>
    </w:p>
    <w:p w:rsidR="00BA5EF4" w:rsidRPr="008D3CA8" w:rsidRDefault="00BA5EF4" w:rsidP="004C6DD7">
      <w:pPr>
        <w:keepNext/>
        <w:jc w:val="center"/>
        <w:outlineLvl w:val="1"/>
        <w:rPr>
          <w:b/>
          <w:bCs/>
          <w:sz w:val="36"/>
          <w:szCs w:val="36"/>
        </w:rPr>
      </w:pPr>
      <w:r w:rsidRPr="008D3CA8">
        <w:rPr>
          <w:b/>
          <w:bCs/>
          <w:sz w:val="36"/>
          <w:szCs w:val="36"/>
        </w:rPr>
        <w:t>Р І Ш Е Н Н Я</w:t>
      </w:r>
    </w:p>
    <w:p w:rsidR="00BA5EF4" w:rsidRPr="008D3CA8" w:rsidRDefault="00BA5EF4" w:rsidP="004C6DD7">
      <w:pPr>
        <w:jc w:val="center"/>
        <w:rPr>
          <w:b/>
          <w:bCs/>
          <w:spacing w:val="100"/>
        </w:rPr>
      </w:pPr>
    </w:p>
    <w:tbl>
      <w:tblPr>
        <w:tblW w:w="9603" w:type="dxa"/>
        <w:tblInd w:w="286" w:type="dxa"/>
        <w:tblLook w:val="01E0"/>
      </w:tblPr>
      <w:tblGrid>
        <w:gridCol w:w="3139"/>
        <w:gridCol w:w="3129"/>
        <w:gridCol w:w="3335"/>
      </w:tblGrid>
      <w:tr w:rsidR="00BA5EF4" w:rsidRPr="008D3CA8" w:rsidTr="00B55195">
        <w:tc>
          <w:tcPr>
            <w:tcW w:w="3139" w:type="dxa"/>
          </w:tcPr>
          <w:p w:rsidR="00BA5EF4" w:rsidRPr="008D3CA8" w:rsidRDefault="00BA5EF4" w:rsidP="00B55195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4</w:t>
            </w:r>
            <w:r w:rsidRPr="008D3CA8">
              <w:rPr>
                <w:sz w:val="28"/>
                <w:szCs w:val="28"/>
              </w:rPr>
              <w:t>.2017</w:t>
            </w:r>
          </w:p>
        </w:tc>
        <w:tc>
          <w:tcPr>
            <w:tcW w:w="3129" w:type="dxa"/>
          </w:tcPr>
          <w:p w:rsidR="00BA5EF4" w:rsidRPr="008D3CA8" w:rsidRDefault="00BA5EF4" w:rsidP="00B55195">
            <w:pPr>
              <w:jc w:val="center"/>
              <w:rPr>
                <w:sz w:val="28"/>
                <w:szCs w:val="28"/>
              </w:rPr>
            </w:pPr>
            <w:r w:rsidRPr="008D3CA8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335" w:type="dxa"/>
          </w:tcPr>
          <w:p w:rsidR="00BA5EF4" w:rsidRPr="004C6DD7" w:rsidRDefault="00BA5EF4" w:rsidP="00B55195">
            <w:pPr>
              <w:jc w:val="center"/>
              <w:rPr>
                <w:sz w:val="28"/>
                <w:szCs w:val="28"/>
                <w:lang w:val="en-US"/>
              </w:rPr>
            </w:pPr>
            <w:r w:rsidRPr="008D3CA8">
              <w:rPr>
                <w:sz w:val="28"/>
                <w:szCs w:val="28"/>
              </w:rPr>
              <w:t xml:space="preserve">            №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63</w:t>
            </w:r>
          </w:p>
          <w:p w:rsidR="00BA5EF4" w:rsidRPr="008D3CA8" w:rsidRDefault="00BA5EF4" w:rsidP="00B551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BA5EF4" w:rsidRPr="004C6DD7" w:rsidRDefault="00BA5EF4" w:rsidP="0057439D">
      <w:pPr>
        <w:rPr>
          <w:i/>
          <w:sz w:val="28"/>
          <w:szCs w:val="28"/>
          <w:lang w:val="en-US"/>
        </w:rPr>
      </w:pPr>
    </w:p>
    <w:p w:rsidR="00BA5EF4" w:rsidRPr="004C6DD7" w:rsidRDefault="00BA5EF4" w:rsidP="0057439D">
      <w:pPr>
        <w:rPr>
          <w:i/>
          <w:sz w:val="28"/>
          <w:szCs w:val="28"/>
          <w:lang w:val="en-US"/>
        </w:rPr>
      </w:pPr>
    </w:p>
    <w:tbl>
      <w:tblPr>
        <w:tblW w:w="0" w:type="auto"/>
        <w:tblLook w:val="00A0"/>
      </w:tblPr>
      <w:tblGrid>
        <w:gridCol w:w="4361"/>
      </w:tblGrid>
      <w:tr w:rsidR="00BA5EF4" w:rsidRPr="00A95A52" w:rsidTr="00DB157C">
        <w:tc>
          <w:tcPr>
            <w:tcW w:w="4361" w:type="dxa"/>
          </w:tcPr>
          <w:p w:rsidR="00BA5EF4" w:rsidRDefault="00BA5EF4" w:rsidP="00DB157C">
            <w:pPr>
              <w:pStyle w:val="Heading3"/>
              <w:ind w:right="176"/>
              <w:jc w:val="both"/>
              <w:rPr>
                <w:i/>
                <w:lang w:val="uk-UA"/>
              </w:rPr>
            </w:pPr>
          </w:p>
          <w:p w:rsidR="00BA5EF4" w:rsidRDefault="00BA5EF4" w:rsidP="00DB157C">
            <w:pPr>
              <w:pStyle w:val="Heading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 xml:space="preserve">Про надання часткової компенсації </w:t>
            </w:r>
            <w:r>
              <w:rPr>
                <w:i/>
                <w:lang w:val="uk-UA"/>
              </w:rPr>
              <w:t xml:space="preserve">вартості послуг </w:t>
            </w:r>
            <w:r w:rsidRPr="00B16F23">
              <w:rPr>
                <w:i/>
                <w:lang w:val="uk-UA"/>
              </w:rPr>
              <w:t xml:space="preserve">тепло- </w:t>
            </w:r>
            <w:r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водопостачання</w:t>
            </w:r>
            <w:r>
              <w:rPr>
                <w:i/>
                <w:lang w:val="uk-UA"/>
              </w:rPr>
              <w:t xml:space="preserve">та водовідведення </w:t>
            </w:r>
            <w:r w:rsidRPr="00B16F23">
              <w:rPr>
                <w:i/>
                <w:lang w:val="uk-UA"/>
              </w:rPr>
              <w:t>у зв’язку з підвищенням тарифівна комунальні послуги Націо</w:t>
            </w:r>
            <w:r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нальною комісією, що здійснює державне регулювання у сферах енергетики та комунальних послуг</w:t>
            </w:r>
          </w:p>
        </w:tc>
      </w:tr>
    </w:tbl>
    <w:p w:rsidR="00BA5EF4" w:rsidRDefault="00BA5EF4" w:rsidP="00A95A52">
      <w:pPr>
        <w:spacing w:line="168" w:lineRule="auto"/>
        <w:rPr>
          <w:sz w:val="28"/>
          <w:szCs w:val="28"/>
          <w:lang w:val="uk-UA"/>
        </w:rPr>
      </w:pPr>
    </w:p>
    <w:p w:rsidR="00BA5EF4" w:rsidRDefault="00BA5EF4" w:rsidP="00A95A52">
      <w:pPr>
        <w:spacing w:line="168" w:lineRule="auto"/>
        <w:rPr>
          <w:sz w:val="28"/>
          <w:szCs w:val="28"/>
          <w:lang w:val="uk-UA"/>
        </w:rPr>
      </w:pPr>
    </w:p>
    <w:p w:rsidR="00BA5EF4" w:rsidRDefault="00BA5EF4" w:rsidP="00A95A52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міставумовах підвищення тарифів на комунальні послуги; відповідно до рішеньміської ради від 21.12.2016 №1182 «Про затвердження Програми соціального захисту окремих категорій мешканців м. Кривого Рогу на2017 – 2019 роки», зі змінами,виконкому міської ради від 23.12.2016 №554 «Про затвердження Порядку проведення часткової компенсації вартості послуг тепло- або водопостачання та водовідведення окремим категоріям мешканців міста у зв’язку з підвищенням тарифів на комунальні послуги Національною комісією, що здійснює державне регулювання усферах енергетики та комунальних послуг»</w:t>
      </w:r>
      <w:r>
        <w:rPr>
          <w:rStyle w:val="ListBulletChar"/>
          <w:rFonts w:ascii="Times New Roman" w:hAnsi="Times New Roman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ЗакономУкраїни«Про місцеве самоврядування</w:t>
      </w:r>
      <w:r>
        <w:rPr>
          <w:sz w:val="28"/>
          <w:lang w:val="uk-UA"/>
        </w:rPr>
        <w:t xml:space="preserve"> в Україні», </w:t>
      </w:r>
      <w:smartTag w:uri="urn:schemas-microsoft-com:office:smarttags" w:element="PersonName">
        <w:smartTagPr>
          <w:attr w:name="ProductID" w:val="виконком міської ради"/>
        </w:smartTagPr>
        <w:r>
          <w:rPr>
            <w:sz w:val="28"/>
            <w:lang w:val="uk-UA"/>
          </w:rPr>
          <w:t>виконком міської ради</w:t>
        </w:r>
      </w:smartTag>
      <w:r>
        <w:rPr>
          <w:sz w:val="28"/>
          <w:lang w:val="uk-UA"/>
        </w:rPr>
        <w:t xml:space="preserve"> вирішив:</w:t>
      </w:r>
    </w:p>
    <w:p w:rsidR="00BA5EF4" w:rsidRPr="002731C2" w:rsidRDefault="00BA5EF4" w:rsidP="00A95A52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BA5EF4" w:rsidRPr="0064698F" w:rsidRDefault="00BA5EF4" w:rsidP="00A95A52">
      <w:pPr>
        <w:pStyle w:val="ListParagraph"/>
        <w:numPr>
          <w:ilvl w:val="0"/>
          <w:numId w:val="4"/>
        </w:numPr>
        <w:tabs>
          <w:tab w:val="left" w:pos="851"/>
        </w:tabs>
        <w:ind w:left="0"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Виділити кошти на</w:t>
      </w:r>
      <w:r w:rsidRPr="0064698F">
        <w:rPr>
          <w:sz w:val="28"/>
          <w:lang w:val="uk-UA"/>
        </w:rPr>
        <w:t xml:space="preserve">часткову компенсацію </w:t>
      </w:r>
      <w:r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Pr="0064698F">
        <w:rPr>
          <w:sz w:val="28"/>
          <w:lang w:val="uk-UA"/>
        </w:rPr>
        <w:t>мешканцям міста у зв’язку з підвищенням тарифів на комунальні послуги Національною комісією, що здійснює державне регулювання у сферах енергетики та комунальних послуг</w:t>
      </w:r>
      <w:r>
        <w:rPr>
          <w:sz w:val="28"/>
          <w:lang w:val="uk-UA"/>
        </w:rPr>
        <w:t>,</w:t>
      </w:r>
      <w:r>
        <w:rPr>
          <w:color w:val="000000"/>
          <w:sz w:val="28"/>
          <w:lang w:val="uk-UA"/>
        </w:rPr>
        <w:t>у</w:t>
      </w:r>
      <w:r w:rsidRPr="00C27CE4">
        <w:rPr>
          <w:color w:val="000000"/>
          <w:sz w:val="28"/>
          <w:lang w:val="uk-UA"/>
        </w:rPr>
        <w:t xml:space="preserve"> сумі</w:t>
      </w:r>
      <w:r>
        <w:rPr>
          <w:color w:val="000000"/>
          <w:spacing w:val="-8"/>
          <w:sz w:val="28"/>
          <w:szCs w:val="28"/>
          <w:lang w:val="uk-UA"/>
        </w:rPr>
        <w:t>4 879 000</w:t>
      </w:r>
      <w:r w:rsidRPr="004C1F1C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чотири мільйонивісімсот сімдесят дев</w:t>
      </w:r>
      <w:r w:rsidRPr="00CD406C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ять тисяч</w:t>
      </w:r>
      <w:r w:rsidRPr="004C1F1C">
        <w:rPr>
          <w:color w:val="000000"/>
          <w:sz w:val="28"/>
          <w:szCs w:val="28"/>
          <w:lang w:val="uk-UA"/>
        </w:rPr>
        <w:t>)</w:t>
      </w:r>
      <w:r w:rsidRPr="00C27CE4">
        <w:rPr>
          <w:color w:val="000000"/>
          <w:spacing w:val="-8"/>
          <w:sz w:val="28"/>
          <w:szCs w:val="28"/>
          <w:lang w:val="uk-UA"/>
        </w:rPr>
        <w:t xml:space="preserve"> грн.</w:t>
      </w:r>
      <w:r>
        <w:rPr>
          <w:color w:val="000000"/>
          <w:spacing w:val="-8"/>
          <w:sz w:val="28"/>
          <w:szCs w:val="28"/>
          <w:lang w:val="uk-UA"/>
        </w:rPr>
        <w:t xml:space="preserve"> 00 коп.</w:t>
      </w:r>
      <w:r w:rsidRPr="0064698F">
        <w:rPr>
          <w:sz w:val="28"/>
          <w:lang w:val="uk-UA"/>
        </w:rPr>
        <w:t>, згідно з додатками</w:t>
      </w:r>
      <w:r>
        <w:rPr>
          <w:sz w:val="28"/>
          <w:lang w:val="uk-UA"/>
        </w:rPr>
        <w:t xml:space="preserve"> 1 – 164</w:t>
      </w:r>
      <w:r w:rsidRPr="0064698F">
        <w:rPr>
          <w:sz w:val="28"/>
          <w:lang w:val="uk-UA"/>
        </w:rPr>
        <w:t>.</w:t>
      </w:r>
    </w:p>
    <w:p w:rsidR="00BA5EF4" w:rsidRDefault="00BA5EF4" w:rsidP="00A95A52">
      <w:pPr>
        <w:tabs>
          <w:tab w:val="left" w:pos="180"/>
          <w:tab w:val="left" w:pos="851"/>
          <w:tab w:val="left" w:pos="7088"/>
        </w:tabs>
        <w:spacing w:line="180" w:lineRule="auto"/>
        <w:ind w:firstLine="539"/>
        <w:jc w:val="both"/>
        <w:rPr>
          <w:color w:val="000000"/>
          <w:sz w:val="28"/>
          <w:lang w:val="uk-UA"/>
        </w:rPr>
      </w:pPr>
    </w:p>
    <w:p w:rsidR="00BA5EF4" w:rsidRPr="00C937C7" w:rsidRDefault="00BA5EF4" w:rsidP="00A95A52">
      <w:pPr>
        <w:pStyle w:val="NormalWeb"/>
        <w:tabs>
          <w:tab w:val="left" w:pos="851"/>
        </w:tabs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7C7">
        <w:rPr>
          <w:rFonts w:ascii="Times New Roman" w:hAnsi="Times New Roman" w:cs="Times New Roman"/>
          <w:color w:val="000000"/>
          <w:sz w:val="28"/>
          <w:lang w:val="uk-UA"/>
        </w:rPr>
        <w:t>2.</w:t>
      </w:r>
      <w:r w:rsidRPr="00C937C7">
        <w:rPr>
          <w:rFonts w:ascii="Times New Roman" w:hAnsi="Times New Roman" w:cs="Times New Roman"/>
          <w:b/>
          <w:color w:val="000000"/>
          <w:sz w:val="28"/>
          <w:lang w:val="uk-UA"/>
        </w:rPr>
        <w:tab/>
      </w:r>
      <w:r w:rsidRPr="00C937C7">
        <w:rPr>
          <w:rFonts w:ascii="Times New Roman" w:hAnsi="Times New Roman" w:cs="Times New Roman"/>
          <w:color w:val="000000"/>
          <w:sz w:val="28"/>
          <w:lang w:val="uk-UA"/>
        </w:rPr>
        <w:t xml:space="preserve">Фінансовому управлінню виконкому Криворізької міської ради (Рожко О.В.) здійснити фінансування зазначеної в пункті 1 суми з міського бюджету </w:t>
      </w:r>
      <w:r w:rsidRPr="00C937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коду програмної класифікації видатків та кредитування місцевого бюджету </w:t>
      </w:r>
      <w:r w:rsidRPr="00C937C7">
        <w:rPr>
          <w:rFonts w:ascii="Times New Roman" w:hAnsi="Times New Roman" w:cs="Times New Roman"/>
          <w:bCs/>
          <w:sz w:val="28"/>
          <w:szCs w:val="28"/>
          <w:lang w:val="uk-UA"/>
        </w:rPr>
        <w:t>1513190 «Надання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 на оплату житлово-комунальних послуг і природного газу»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A5EF4" w:rsidRDefault="00BA5EF4" w:rsidP="00A95A52">
      <w:pPr>
        <w:pStyle w:val="ListParagraph"/>
        <w:numPr>
          <w:ilvl w:val="0"/>
          <w:numId w:val="5"/>
        </w:numPr>
        <w:tabs>
          <w:tab w:val="left" w:pos="0"/>
          <w:tab w:val="left" w:pos="851"/>
          <w:tab w:val="left" w:pos="6379"/>
          <w:tab w:val="left" w:pos="7088"/>
        </w:tabs>
        <w:ind w:left="0" w:firstLine="567"/>
        <w:jc w:val="both"/>
        <w:rPr>
          <w:color w:val="000000"/>
          <w:sz w:val="28"/>
          <w:lang w:val="uk-UA"/>
        </w:rPr>
      </w:pPr>
      <w:r w:rsidRPr="0064698F">
        <w:rPr>
          <w:color w:val="000000"/>
          <w:sz w:val="28"/>
          <w:lang w:val="uk-UA"/>
        </w:rPr>
        <w:t>Управлінню праці та соціального захисту населення виконкому Криворізької міської ради (Благун І.М.) здійснити перерахування коштів підприємствам</w:t>
      </w:r>
      <w:r>
        <w:rPr>
          <w:color w:val="000000"/>
          <w:sz w:val="28"/>
          <w:lang w:val="uk-UA"/>
        </w:rPr>
        <w:t>-</w:t>
      </w:r>
      <w:r w:rsidRPr="0064698F">
        <w:rPr>
          <w:color w:val="000000"/>
          <w:sz w:val="28"/>
          <w:lang w:val="uk-UA"/>
        </w:rPr>
        <w:t>надавачам послуг згідно з додатками</w:t>
      </w:r>
      <w:r>
        <w:rPr>
          <w:sz w:val="28"/>
          <w:lang w:val="uk-UA"/>
        </w:rPr>
        <w:t>1 – 164</w:t>
      </w:r>
      <w:r w:rsidRPr="0064698F">
        <w:rPr>
          <w:color w:val="000000"/>
          <w:sz w:val="28"/>
          <w:lang w:val="uk-UA"/>
        </w:rPr>
        <w:t>.</w:t>
      </w:r>
    </w:p>
    <w:p w:rsidR="00BA5EF4" w:rsidRPr="0064698F" w:rsidRDefault="00BA5EF4" w:rsidP="00A95A52">
      <w:pPr>
        <w:pStyle w:val="ListParagraph"/>
        <w:tabs>
          <w:tab w:val="left" w:pos="0"/>
          <w:tab w:val="left" w:pos="851"/>
          <w:tab w:val="left" w:pos="6379"/>
          <w:tab w:val="left" w:pos="7088"/>
        </w:tabs>
        <w:ind w:left="567"/>
        <w:jc w:val="both"/>
        <w:rPr>
          <w:color w:val="000000"/>
          <w:sz w:val="28"/>
          <w:lang w:val="uk-UA"/>
        </w:rPr>
      </w:pPr>
    </w:p>
    <w:p w:rsidR="00BA5EF4" w:rsidRPr="005755F7" w:rsidRDefault="00BA5EF4" w:rsidP="00A95A52">
      <w:pPr>
        <w:pStyle w:val="ListParagraph"/>
        <w:numPr>
          <w:ilvl w:val="0"/>
          <w:numId w:val="5"/>
        </w:numPr>
        <w:tabs>
          <w:tab w:val="left" w:pos="0"/>
          <w:tab w:val="left" w:pos="851"/>
        </w:tabs>
        <w:ind w:left="0" w:firstLine="567"/>
        <w:jc w:val="both"/>
        <w:rPr>
          <w:sz w:val="28"/>
          <w:lang w:val="uk-UA"/>
        </w:rPr>
      </w:pPr>
      <w:r w:rsidRPr="005755F7">
        <w:rPr>
          <w:sz w:val="28"/>
          <w:lang w:val="uk-UA"/>
        </w:rPr>
        <w:t>Контроль за виконанням рішення покласти на заступника міського голови Бєлікова К.А.</w:t>
      </w:r>
    </w:p>
    <w:p w:rsidR="00BA5EF4" w:rsidRPr="005755F7" w:rsidRDefault="00BA5EF4" w:rsidP="00A95A52">
      <w:pPr>
        <w:pStyle w:val="ListParagraph"/>
        <w:rPr>
          <w:sz w:val="28"/>
          <w:lang w:val="uk-UA"/>
        </w:rPr>
      </w:pPr>
    </w:p>
    <w:p w:rsidR="00BA5EF4" w:rsidRDefault="00BA5EF4" w:rsidP="00A95A52">
      <w:pPr>
        <w:tabs>
          <w:tab w:val="left" w:pos="0"/>
        </w:tabs>
        <w:jc w:val="both"/>
        <w:rPr>
          <w:sz w:val="28"/>
          <w:lang w:val="uk-UA"/>
        </w:rPr>
      </w:pPr>
    </w:p>
    <w:p w:rsidR="00BA5EF4" w:rsidRDefault="00BA5EF4" w:rsidP="00A95A52">
      <w:pPr>
        <w:tabs>
          <w:tab w:val="left" w:pos="0"/>
        </w:tabs>
        <w:jc w:val="both"/>
        <w:rPr>
          <w:sz w:val="28"/>
          <w:lang w:val="uk-UA"/>
        </w:rPr>
      </w:pPr>
    </w:p>
    <w:p w:rsidR="00BA5EF4" w:rsidRDefault="00BA5EF4" w:rsidP="00A95A52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В.о.</w:t>
      </w:r>
      <w:bookmarkStart w:id="0" w:name="_GoBack"/>
      <w:bookmarkEnd w:id="0"/>
      <w:r>
        <w:rPr>
          <w:b/>
          <w:i/>
          <w:sz w:val="28"/>
          <w:lang w:val="uk-UA"/>
        </w:rPr>
        <w:t>м</w:t>
      </w:r>
      <w:r w:rsidRPr="005755F7">
        <w:rPr>
          <w:b/>
          <w:i/>
          <w:sz w:val="28"/>
          <w:lang w:val="uk-UA"/>
        </w:rPr>
        <w:t>іськ</w:t>
      </w:r>
      <w:r>
        <w:rPr>
          <w:b/>
          <w:i/>
          <w:sz w:val="28"/>
          <w:lang w:val="uk-UA"/>
        </w:rPr>
        <w:t>ого</w:t>
      </w:r>
      <w:r w:rsidRPr="005755F7">
        <w:rPr>
          <w:b/>
          <w:i/>
          <w:sz w:val="28"/>
          <w:lang w:val="uk-UA"/>
        </w:rPr>
        <w:t xml:space="preserve"> голов</w:t>
      </w:r>
      <w:r>
        <w:rPr>
          <w:b/>
          <w:i/>
          <w:sz w:val="28"/>
          <w:lang w:val="uk-UA"/>
        </w:rPr>
        <w:t xml:space="preserve">и – </w:t>
      </w:r>
    </w:p>
    <w:p w:rsidR="00BA5EF4" w:rsidRPr="005755F7" w:rsidRDefault="00BA5EF4" w:rsidP="00A95A52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секретар міської ради</w:t>
      </w:r>
      <w:r>
        <w:rPr>
          <w:b/>
          <w:i/>
          <w:sz w:val="28"/>
          <w:lang w:val="uk-UA"/>
        </w:rPr>
        <w:tab/>
        <w:t>С.Маляренко</w:t>
      </w:r>
    </w:p>
    <w:p w:rsidR="00BA5EF4" w:rsidRDefault="00BA5EF4" w:rsidP="00A95A52">
      <w:pPr>
        <w:rPr>
          <w:lang w:val="uk-UA"/>
        </w:rPr>
      </w:pPr>
    </w:p>
    <w:p w:rsidR="00BA5EF4" w:rsidRDefault="00BA5EF4" w:rsidP="00A95A52">
      <w:pPr>
        <w:rPr>
          <w:lang w:val="uk-UA"/>
        </w:rPr>
      </w:pPr>
    </w:p>
    <w:p w:rsidR="00BA5EF4" w:rsidRDefault="00BA5EF4" w:rsidP="00A95A52">
      <w:pPr>
        <w:rPr>
          <w:lang w:val="uk-UA"/>
        </w:rPr>
      </w:pPr>
    </w:p>
    <w:p w:rsidR="00BA5EF4" w:rsidRDefault="00BA5EF4" w:rsidP="00A95A52">
      <w:pPr>
        <w:rPr>
          <w:lang w:val="uk-UA"/>
        </w:rPr>
      </w:pPr>
    </w:p>
    <w:p w:rsidR="00BA5EF4" w:rsidRDefault="00BA5EF4" w:rsidP="00A95A52">
      <w:pPr>
        <w:rPr>
          <w:lang w:val="uk-UA"/>
        </w:rPr>
      </w:pPr>
    </w:p>
    <w:p w:rsidR="00BA5EF4" w:rsidRDefault="00BA5EF4" w:rsidP="00A95A52">
      <w:pPr>
        <w:rPr>
          <w:lang w:val="uk-UA"/>
        </w:rPr>
      </w:pPr>
    </w:p>
    <w:p w:rsidR="00BA5EF4" w:rsidRDefault="00BA5EF4" w:rsidP="0057439D">
      <w:pPr>
        <w:rPr>
          <w:lang w:val="uk-UA"/>
        </w:rPr>
      </w:pPr>
    </w:p>
    <w:p w:rsidR="00BA5EF4" w:rsidRDefault="00BA5EF4" w:rsidP="0057439D">
      <w:pPr>
        <w:rPr>
          <w:lang w:val="uk-UA"/>
        </w:rPr>
      </w:pPr>
    </w:p>
    <w:p w:rsidR="00BA5EF4" w:rsidRDefault="00BA5EF4" w:rsidP="0057439D">
      <w:pPr>
        <w:rPr>
          <w:lang w:val="uk-UA"/>
        </w:rPr>
      </w:pPr>
    </w:p>
    <w:p w:rsidR="00BA5EF4" w:rsidRDefault="00BA5EF4" w:rsidP="0057439D">
      <w:pPr>
        <w:rPr>
          <w:lang w:val="uk-UA"/>
        </w:rPr>
      </w:pPr>
    </w:p>
    <w:sectPr w:rsidR="00BA5EF4" w:rsidSect="0064698F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EF4" w:rsidRDefault="00BA5EF4">
      <w:r>
        <w:separator/>
      </w:r>
    </w:p>
  </w:endnote>
  <w:endnote w:type="continuationSeparator" w:id="1">
    <w:p w:rsidR="00BA5EF4" w:rsidRDefault="00BA5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EF4" w:rsidRDefault="00BA5EF4">
      <w:r>
        <w:separator/>
      </w:r>
    </w:p>
  </w:footnote>
  <w:footnote w:type="continuationSeparator" w:id="1">
    <w:p w:rsidR="00BA5EF4" w:rsidRDefault="00BA5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EF4" w:rsidRDefault="00BA5EF4" w:rsidP="00297B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5EF4" w:rsidRDefault="00BA5E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EF4" w:rsidRDefault="00BA5EF4" w:rsidP="00297B0A">
    <w:pPr>
      <w:pStyle w:val="Header"/>
      <w:framePr w:wrap="around" w:vAnchor="text" w:hAnchor="margin" w:xAlign="center" w:y="1"/>
      <w:rPr>
        <w:rStyle w:val="PageNumber"/>
        <w:sz w:val="28"/>
        <w:szCs w:val="28"/>
        <w:lang w:val="uk-UA"/>
      </w:rPr>
    </w:pPr>
  </w:p>
  <w:p w:rsidR="00BA5EF4" w:rsidRPr="005755F7" w:rsidRDefault="00BA5EF4" w:rsidP="005C0C16">
    <w:pPr>
      <w:pStyle w:val="Header"/>
      <w:framePr w:wrap="around" w:vAnchor="text" w:hAnchor="margin" w:xAlign="center" w:y="1"/>
      <w:jc w:val="center"/>
      <w:rPr>
        <w:rStyle w:val="PageNumber"/>
        <w:sz w:val="28"/>
        <w:szCs w:val="28"/>
      </w:rPr>
    </w:pPr>
    <w:r w:rsidRPr="005755F7">
      <w:rPr>
        <w:rStyle w:val="PageNumber"/>
        <w:sz w:val="28"/>
        <w:szCs w:val="28"/>
      </w:rPr>
      <w:fldChar w:fldCharType="begin"/>
    </w:r>
    <w:r w:rsidRPr="005755F7">
      <w:rPr>
        <w:rStyle w:val="PageNumber"/>
        <w:sz w:val="28"/>
        <w:szCs w:val="28"/>
      </w:rPr>
      <w:instrText xml:space="preserve">PAGE  </w:instrText>
    </w:r>
    <w:r w:rsidRPr="005755F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755F7">
      <w:rPr>
        <w:rStyle w:val="PageNumber"/>
        <w:sz w:val="28"/>
        <w:szCs w:val="28"/>
      </w:rPr>
      <w:fldChar w:fldCharType="end"/>
    </w:r>
  </w:p>
  <w:p w:rsidR="00BA5EF4" w:rsidRDefault="00BA5EF4">
    <w:pPr>
      <w:pStyle w:val="Header"/>
      <w:rPr>
        <w:lang w:val="uk-UA"/>
      </w:rPr>
    </w:pPr>
  </w:p>
  <w:p w:rsidR="00BA5EF4" w:rsidRPr="005C0C16" w:rsidRDefault="00BA5EF4">
    <w:pPr>
      <w:pStyle w:val="Head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39D"/>
    <w:rsid w:val="00062BE2"/>
    <w:rsid w:val="000E491E"/>
    <w:rsid w:val="0011326E"/>
    <w:rsid w:val="00152BDA"/>
    <w:rsid w:val="00173BCD"/>
    <w:rsid w:val="001A4C8E"/>
    <w:rsid w:val="001D3CA3"/>
    <w:rsid w:val="001D606B"/>
    <w:rsid w:val="001E0F65"/>
    <w:rsid w:val="002123B8"/>
    <w:rsid w:val="00221734"/>
    <w:rsid w:val="002705C8"/>
    <w:rsid w:val="002731C2"/>
    <w:rsid w:val="00297B0A"/>
    <w:rsid w:val="0030723D"/>
    <w:rsid w:val="00342A08"/>
    <w:rsid w:val="00365F60"/>
    <w:rsid w:val="00464E73"/>
    <w:rsid w:val="004C1F1C"/>
    <w:rsid w:val="004C66A6"/>
    <w:rsid w:val="004C6DD7"/>
    <w:rsid w:val="004D51D1"/>
    <w:rsid w:val="004F26CF"/>
    <w:rsid w:val="0050625B"/>
    <w:rsid w:val="0057439D"/>
    <w:rsid w:val="005755F7"/>
    <w:rsid w:val="005B16A6"/>
    <w:rsid w:val="005B5033"/>
    <w:rsid w:val="005B6AD0"/>
    <w:rsid w:val="005C0C16"/>
    <w:rsid w:val="006336C9"/>
    <w:rsid w:val="006443A9"/>
    <w:rsid w:val="0064698F"/>
    <w:rsid w:val="00654839"/>
    <w:rsid w:val="006857C3"/>
    <w:rsid w:val="0069090D"/>
    <w:rsid w:val="006C217F"/>
    <w:rsid w:val="006D695A"/>
    <w:rsid w:val="008320E6"/>
    <w:rsid w:val="008C2DF4"/>
    <w:rsid w:val="008C39A3"/>
    <w:rsid w:val="008D3CA8"/>
    <w:rsid w:val="0094267D"/>
    <w:rsid w:val="00965644"/>
    <w:rsid w:val="00983855"/>
    <w:rsid w:val="009E107B"/>
    <w:rsid w:val="00A13181"/>
    <w:rsid w:val="00A614EA"/>
    <w:rsid w:val="00A95A52"/>
    <w:rsid w:val="00AB104D"/>
    <w:rsid w:val="00AB653A"/>
    <w:rsid w:val="00AD3EFB"/>
    <w:rsid w:val="00AF2654"/>
    <w:rsid w:val="00B03789"/>
    <w:rsid w:val="00B16F23"/>
    <w:rsid w:val="00B3018B"/>
    <w:rsid w:val="00B55195"/>
    <w:rsid w:val="00BA5EF4"/>
    <w:rsid w:val="00BB51CF"/>
    <w:rsid w:val="00BB70E8"/>
    <w:rsid w:val="00C062BB"/>
    <w:rsid w:val="00C27CE4"/>
    <w:rsid w:val="00C54FF8"/>
    <w:rsid w:val="00C73FCF"/>
    <w:rsid w:val="00C937C7"/>
    <w:rsid w:val="00CA3915"/>
    <w:rsid w:val="00CD02AF"/>
    <w:rsid w:val="00CD406C"/>
    <w:rsid w:val="00DB157C"/>
    <w:rsid w:val="00DC2C57"/>
    <w:rsid w:val="00DF1924"/>
    <w:rsid w:val="00DF7CAE"/>
    <w:rsid w:val="00E21870"/>
    <w:rsid w:val="00E341CA"/>
    <w:rsid w:val="00E611AF"/>
    <w:rsid w:val="00E80292"/>
    <w:rsid w:val="00EA35A2"/>
    <w:rsid w:val="00F31FA7"/>
    <w:rsid w:val="00F664A9"/>
    <w:rsid w:val="00F71202"/>
    <w:rsid w:val="00FF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39D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439D"/>
    <w:pPr>
      <w:keepNext/>
      <w:outlineLvl w:val="2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7439D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ListBulletChar">
    <w:name w:val="List Bullet Char"/>
    <w:link w:val="ListBullet"/>
    <w:uiPriority w:val="99"/>
    <w:locked/>
    <w:rsid w:val="0057439D"/>
    <w:rPr>
      <w:rFonts w:ascii="Calibri" w:hAnsi="Calibri"/>
      <w:lang w:val="uk-UA" w:eastAsia="ru-RU"/>
    </w:rPr>
  </w:style>
  <w:style w:type="paragraph" w:styleId="ListBullet">
    <w:name w:val="List Bullet"/>
    <w:basedOn w:val="Normal"/>
    <w:link w:val="ListBulletChar"/>
    <w:uiPriority w:val="99"/>
    <w:rsid w:val="0057439D"/>
    <w:pPr>
      <w:numPr>
        <w:numId w:val="2"/>
      </w:numPr>
    </w:pPr>
    <w:rPr>
      <w:rFonts w:ascii="Calibri" w:eastAsia="Calibri" w:hAnsi="Calibri"/>
      <w:lang w:val="uk-UA" w:eastAsia="ru-RU"/>
    </w:rPr>
  </w:style>
  <w:style w:type="paragraph" w:styleId="Header">
    <w:name w:val="header"/>
    <w:basedOn w:val="Normal"/>
    <w:link w:val="HeaderChar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PageNumber">
    <w:name w:val="page number"/>
    <w:basedOn w:val="DefaultParagraphFont"/>
    <w:uiPriority w:val="99"/>
    <w:rsid w:val="0057439D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57439D"/>
    <w:pPr>
      <w:ind w:firstLine="540"/>
    </w:pPr>
    <w:rPr>
      <w:sz w:val="28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64698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NormalWeb">
    <w:name w:val="Normal (Web)"/>
    <w:basedOn w:val="Normal"/>
    <w:uiPriority w:val="99"/>
    <w:rsid w:val="00C937C7"/>
    <w:pPr>
      <w:suppressAutoHyphens/>
      <w:spacing w:before="280" w:after="280"/>
    </w:pPr>
    <w:rPr>
      <w:rFonts w:ascii="Arial Unicode MS" w:eastAsia="Calibri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338</Words>
  <Characters>1928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k6</cp:lastModifiedBy>
  <cp:revision>2</cp:revision>
  <cp:lastPrinted>2017-03-03T08:10:00Z</cp:lastPrinted>
  <dcterms:created xsi:type="dcterms:W3CDTF">2017-04-18T10:28:00Z</dcterms:created>
  <dcterms:modified xsi:type="dcterms:W3CDTF">2017-04-18T10:28:00Z</dcterms:modified>
</cp:coreProperties>
</file>